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F0A" w:rsidRDefault="00B1283A">
      <w:pPr>
        <w:tabs>
          <w:tab w:val="left" w:pos="6300"/>
        </w:tabs>
        <w:ind w:left="5760"/>
      </w:pPr>
      <w:bookmarkStart w:id="0" w:name="_GoBack"/>
      <w:bookmarkEnd w:id="0"/>
      <w:r>
        <w:rPr>
          <w:rFonts w:ascii="Calibri" w:hAnsi="Calibri"/>
          <w:b/>
          <w:noProof/>
          <w:sz w:val="32"/>
          <w:szCs w:val="16"/>
          <w:lang w:val="en-NZ" w:eastAsia="en-NZ"/>
        </w:rPr>
        <w:drawing>
          <wp:anchor distT="0" distB="0" distL="114300" distR="114300" simplePos="0" relativeHeight="251658240" behindDoc="0" locked="0" layoutInCell="1" allowOverlap="1" wp14:anchorId="6998EDA3" wp14:editId="5A5EC2A6">
            <wp:simplePos x="0" y="0"/>
            <wp:positionH relativeFrom="column">
              <wp:posOffset>4103370</wp:posOffset>
            </wp:positionH>
            <wp:positionV relativeFrom="paragraph">
              <wp:posOffset>9525</wp:posOffset>
            </wp:positionV>
            <wp:extent cx="2343150" cy="791845"/>
            <wp:effectExtent l="0" t="0" r="0" b="8255"/>
            <wp:wrapSquare wrapText="bothSides"/>
            <wp:docPr id="2" name="Picture 2" descr="C:\Users\Reception.WAIKATOCHAMBER\Desktop\WCoC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ception.WAIKATOCHAMBER\Desktop\WCoC Logo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6478" w:rsidRDefault="008E6478" w:rsidP="008E6478">
      <w:pPr>
        <w:rPr>
          <w:sz w:val="16"/>
          <w:szCs w:val="16"/>
        </w:rPr>
      </w:pPr>
    </w:p>
    <w:p w:rsidR="00640AA9" w:rsidRPr="00640AA9" w:rsidRDefault="000967E7" w:rsidP="00640AA9">
      <w:pPr>
        <w:rPr>
          <w:rFonts w:ascii="Calibri" w:hAnsi="Calibri"/>
          <w:b/>
          <w:sz w:val="32"/>
          <w:szCs w:val="16"/>
        </w:rPr>
      </w:pPr>
      <w:r>
        <w:rPr>
          <w:rFonts w:ascii="Calibri" w:hAnsi="Calibri"/>
          <w:b/>
          <w:sz w:val="32"/>
          <w:szCs w:val="16"/>
        </w:rPr>
        <w:t xml:space="preserve"> </w:t>
      </w:r>
    </w:p>
    <w:p w:rsidR="008E6478" w:rsidRDefault="008E6478">
      <w:pPr>
        <w:jc w:val="center"/>
        <w:rPr>
          <w:sz w:val="16"/>
          <w:szCs w:val="16"/>
        </w:rPr>
      </w:pPr>
    </w:p>
    <w:p w:rsidR="00640AA9" w:rsidRDefault="00640AA9">
      <w:pPr>
        <w:jc w:val="center"/>
        <w:rPr>
          <w:sz w:val="16"/>
          <w:szCs w:val="16"/>
        </w:rPr>
      </w:pPr>
    </w:p>
    <w:p w:rsidR="008E6478" w:rsidRPr="008E6478" w:rsidRDefault="008E6478">
      <w:pPr>
        <w:jc w:val="center"/>
        <w:rPr>
          <w:sz w:val="14"/>
          <w:szCs w:val="16"/>
        </w:rPr>
      </w:pPr>
    </w:p>
    <w:tbl>
      <w:tblPr>
        <w:tblpPr w:leftFromText="180" w:rightFromText="180" w:vertAnchor="text" w:tblpX="108" w:tblpY="-6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45"/>
        <w:gridCol w:w="3861"/>
      </w:tblGrid>
      <w:tr w:rsidR="00640AA9" w:rsidRPr="007807FD" w:rsidTr="00B1283A">
        <w:trPr>
          <w:cantSplit/>
          <w:trHeight w:val="1403"/>
        </w:trPr>
        <w:tc>
          <w:tcPr>
            <w:tcW w:w="6345" w:type="dxa"/>
          </w:tcPr>
          <w:p w:rsidR="00640AA9" w:rsidRPr="007807FD" w:rsidRDefault="00B1283A" w:rsidP="00640AA9">
            <w:pPr>
              <w:rPr>
                <w:rFonts w:ascii="Calibri" w:hAnsi="Calibri"/>
                <w:b/>
                <w:sz w:val="20"/>
                <w:szCs w:val="20"/>
                <w:u w:val="single"/>
              </w:rPr>
            </w:pPr>
            <w:r>
              <w:rPr>
                <w:rFonts w:ascii="Calibri" w:hAnsi="Calibri"/>
                <w:b/>
                <w:sz w:val="20"/>
                <w:szCs w:val="20"/>
                <w:u w:val="single"/>
              </w:rPr>
              <w:t>EXPORTER</w:t>
            </w:r>
            <w:r w:rsidRPr="00B1283A">
              <w:rPr>
                <w:rFonts w:ascii="Calibri" w:hAnsi="Calibri"/>
                <w:b/>
                <w:sz w:val="20"/>
                <w:szCs w:val="20"/>
              </w:rPr>
              <w:t xml:space="preserve"> (Full name &amp; address)</w:t>
            </w:r>
            <w:r w:rsidR="00640AA9" w:rsidRPr="00B1283A">
              <w:rPr>
                <w:rFonts w:ascii="Calibri" w:hAnsi="Calibri"/>
                <w:b/>
                <w:sz w:val="20"/>
                <w:szCs w:val="20"/>
              </w:rPr>
              <w:t>:</w:t>
            </w:r>
          </w:p>
          <w:sdt>
            <w:sdtPr>
              <w:rPr>
                <w:rFonts w:ascii="Calibri" w:hAnsi="Calibri"/>
                <w:b/>
                <w:sz w:val="20"/>
                <w:szCs w:val="20"/>
              </w:rPr>
              <w:id w:val="336969296"/>
              <w:placeholder>
                <w:docPart w:val="BA3E1D283BE1430A966AD9D5D3F0780B"/>
              </w:placeholder>
            </w:sdtPr>
            <w:sdtEndPr/>
            <w:sdtContent>
              <w:p w:rsidR="00581D66" w:rsidRDefault="00217D58" w:rsidP="00217D58">
                <w:pPr>
                  <w:rPr>
                    <w:rFonts w:ascii="Calibri" w:hAnsi="Calibri"/>
                    <w:sz w:val="20"/>
                    <w:szCs w:val="20"/>
                  </w:rPr>
                </w:pPr>
                <w:r>
                  <w:rPr>
                    <w:rFonts w:ascii="Calibri" w:hAnsi="Calibri"/>
                    <w:sz w:val="20"/>
                    <w:szCs w:val="20"/>
                  </w:rPr>
                  <w:t>Click here to enter text.</w:t>
                </w:r>
              </w:p>
              <w:p w:rsidR="00581D66" w:rsidRDefault="00581D66" w:rsidP="00217D58">
                <w:pPr>
                  <w:rPr>
                    <w:rFonts w:ascii="Calibri" w:hAnsi="Calibri"/>
                    <w:sz w:val="20"/>
                    <w:szCs w:val="20"/>
                  </w:rPr>
                </w:pPr>
              </w:p>
              <w:p w:rsidR="00581D66" w:rsidRDefault="00581D66" w:rsidP="00217D58">
                <w:pPr>
                  <w:rPr>
                    <w:rFonts w:ascii="Calibri" w:hAnsi="Calibri"/>
                    <w:sz w:val="20"/>
                    <w:szCs w:val="20"/>
                  </w:rPr>
                </w:pPr>
              </w:p>
              <w:p w:rsidR="00640AA9" w:rsidRPr="007807FD" w:rsidRDefault="00E50077" w:rsidP="00217D58">
                <w:pPr>
                  <w:rPr>
                    <w:rFonts w:ascii="Calibri" w:hAnsi="Calibri"/>
                    <w:b/>
                    <w:sz w:val="20"/>
                    <w:szCs w:val="20"/>
                  </w:rPr>
                </w:pPr>
              </w:p>
            </w:sdtContent>
          </w:sdt>
        </w:tc>
        <w:tc>
          <w:tcPr>
            <w:tcW w:w="386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9" w:rsidRDefault="00640AA9" w:rsidP="00640AA9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640AA9" w:rsidRDefault="00640AA9" w:rsidP="00640AA9">
            <w:pPr>
              <w:ind w:left="176"/>
              <w:rPr>
                <w:rFonts w:ascii="Calibri" w:hAnsi="Calibri"/>
                <w:b/>
                <w:sz w:val="20"/>
              </w:rPr>
            </w:pPr>
          </w:p>
          <w:p w:rsidR="00640AA9" w:rsidRPr="009B34D8" w:rsidRDefault="00640AA9" w:rsidP="00640AA9">
            <w:pPr>
              <w:ind w:left="176"/>
              <w:rPr>
                <w:rFonts w:ascii="Calibri" w:hAnsi="Calibri"/>
                <w:b/>
                <w:sz w:val="20"/>
              </w:rPr>
            </w:pPr>
            <w:r w:rsidRPr="009B34D8">
              <w:rPr>
                <w:rFonts w:ascii="Calibri" w:hAnsi="Calibri"/>
                <w:b/>
                <w:sz w:val="20"/>
              </w:rPr>
              <w:t>ISSUED BY</w:t>
            </w:r>
          </w:p>
          <w:p w:rsidR="00640AA9" w:rsidRPr="009B34D8" w:rsidRDefault="00640AA9" w:rsidP="00640AA9">
            <w:pPr>
              <w:ind w:left="176"/>
              <w:rPr>
                <w:rFonts w:ascii="Calibri" w:hAnsi="Calibri"/>
                <w:b/>
                <w:sz w:val="20"/>
              </w:rPr>
            </w:pPr>
            <w:r w:rsidRPr="009B34D8">
              <w:rPr>
                <w:rFonts w:ascii="Calibri" w:hAnsi="Calibri"/>
                <w:b/>
                <w:sz w:val="20"/>
              </w:rPr>
              <w:t>WAIKATO CHAMBER OF COMMERCE &amp; INDUSTRY INC</w:t>
            </w:r>
          </w:p>
          <w:p w:rsidR="00640AA9" w:rsidRDefault="00640AA9" w:rsidP="00640AA9">
            <w:pPr>
              <w:ind w:left="176"/>
              <w:rPr>
                <w:rFonts w:ascii="Calibri" w:hAnsi="Calibri"/>
                <w:sz w:val="20"/>
              </w:rPr>
            </w:pPr>
            <w:r w:rsidRPr="009B34D8">
              <w:rPr>
                <w:rFonts w:ascii="Calibri" w:hAnsi="Calibri"/>
                <w:sz w:val="20"/>
              </w:rPr>
              <w:t>PO Box 1122, Hamilton, New Zealand</w:t>
            </w:r>
          </w:p>
          <w:p w:rsidR="00640AA9" w:rsidRDefault="00640AA9" w:rsidP="00640AA9">
            <w:pPr>
              <w:ind w:left="17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Business Floor, Wintec House, </w:t>
            </w:r>
          </w:p>
          <w:p w:rsidR="00640AA9" w:rsidRDefault="00640AA9" w:rsidP="00640AA9">
            <w:pPr>
              <w:ind w:left="17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Cnr Nisbet &amp; Anglesea Streets, Hamilton</w:t>
            </w:r>
          </w:p>
          <w:p w:rsidR="00640AA9" w:rsidRDefault="00640AA9" w:rsidP="00640AA9">
            <w:pPr>
              <w:ind w:left="17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Phone: +64 7 839 8533</w:t>
            </w:r>
          </w:p>
          <w:p w:rsidR="00640AA9" w:rsidRPr="009B34D8" w:rsidRDefault="00640AA9" w:rsidP="00640AA9">
            <w:pPr>
              <w:ind w:left="17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Email: certificates@waikatochamber.co.nz</w:t>
            </w:r>
          </w:p>
          <w:p w:rsidR="00640AA9" w:rsidRPr="007807FD" w:rsidRDefault="00640AA9" w:rsidP="00640AA9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640AA9" w:rsidRPr="007807FD" w:rsidTr="00B1283A">
        <w:trPr>
          <w:cantSplit/>
          <w:trHeight w:val="1547"/>
        </w:trPr>
        <w:tc>
          <w:tcPr>
            <w:tcW w:w="6345" w:type="dxa"/>
          </w:tcPr>
          <w:p w:rsidR="00581D66" w:rsidRPr="00581D66" w:rsidRDefault="00640AA9" w:rsidP="00581D66">
            <w:pPr>
              <w:rPr>
                <w:rFonts w:ascii="Calibri" w:hAnsi="Calibri"/>
                <w:b/>
                <w:sz w:val="4"/>
                <w:szCs w:val="20"/>
              </w:rPr>
            </w:pPr>
            <w:r w:rsidRPr="007807FD">
              <w:rPr>
                <w:rFonts w:ascii="Calibri" w:hAnsi="Calibri"/>
                <w:b/>
                <w:sz w:val="20"/>
                <w:szCs w:val="20"/>
                <w:u w:val="single"/>
              </w:rPr>
              <w:t>Consignee:</w:t>
            </w:r>
          </w:p>
          <w:sdt>
            <w:sdtPr>
              <w:rPr>
                <w:rFonts w:ascii="Calibri" w:hAnsi="Calibri"/>
                <w:b/>
                <w:sz w:val="20"/>
                <w:szCs w:val="20"/>
              </w:rPr>
              <w:id w:val="-2024315722"/>
              <w:placeholder>
                <w:docPart w:val="32FB9F027386407490763899BDE43D1F"/>
              </w:placeholder>
            </w:sdtPr>
            <w:sdtEndPr/>
            <w:sdtContent>
              <w:p w:rsidR="00581D66" w:rsidRDefault="00581D66" w:rsidP="00581D66">
                <w:pPr>
                  <w:rPr>
                    <w:rFonts w:ascii="Calibri" w:hAnsi="Calibri"/>
                    <w:b/>
                    <w:sz w:val="20"/>
                    <w:szCs w:val="20"/>
                  </w:rPr>
                </w:pPr>
                <w:r>
                  <w:rPr>
                    <w:rFonts w:ascii="Calibri" w:hAnsi="Calibri"/>
                    <w:sz w:val="20"/>
                    <w:szCs w:val="20"/>
                  </w:rPr>
                  <w:t>Click here to enter text.</w:t>
                </w:r>
              </w:p>
            </w:sdtContent>
          </w:sdt>
          <w:p w:rsidR="00853EBF" w:rsidRPr="007807FD" w:rsidRDefault="00853EBF" w:rsidP="0092713E">
            <w:pPr>
              <w:rPr>
                <w:rFonts w:ascii="Calibri" w:hAnsi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386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40AA9" w:rsidRPr="007807FD" w:rsidRDefault="00640AA9" w:rsidP="00640AA9">
            <w:pPr>
              <w:rPr>
                <w:rFonts w:ascii="Calibri" w:hAnsi="Calibri"/>
                <w:b/>
                <w:sz w:val="20"/>
                <w:szCs w:val="20"/>
                <w:u w:val="single"/>
              </w:rPr>
            </w:pPr>
          </w:p>
        </w:tc>
      </w:tr>
    </w:tbl>
    <w:p w:rsidR="004C4F0A" w:rsidRPr="0029392A" w:rsidRDefault="007807FD" w:rsidP="0029392A">
      <w:pPr>
        <w:rPr>
          <w:rFonts w:ascii="Calibri" w:hAnsi="Calibri"/>
        </w:rPr>
      </w:pPr>
      <w:r w:rsidRPr="00C5222E">
        <w:rPr>
          <w:rFonts w:ascii="Calibri" w:hAnsi="Calibri"/>
          <w:sz w:val="20"/>
        </w:rPr>
        <w:t>The undersigned</w:t>
      </w:r>
      <w:r w:rsidR="004C4F0A" w:rsidRPr="00C5222E">
        <w:rPr>
          <w:rFonts w:ascii="Calibri" w:hAnsi="Calibri"/>
          <w:sz w:val="20"/>
        </w:rPr>
        <w:t xml:space="preserve"> duly authorised by the </w:t>
      </w:r>
      <w:r w:rsidRPr="00C5222E">
        <w:rPr>
          <w:rFonts w:ascii="Calibri" w:hAnsi="Calibri"/>
          <w:sz w:val="20"/>
        </w:rPr>
        <w:t>WAIKATO CHAMBER OF COMMERCE &amp; INDUSTRY INC.</w:t>
      </w:r>
      <w:r w:rsidR="004C4F0A" w:rsidRPr="00C5222E">
        <w:rPr>
          <w:rFonts w:ascii="Calibri" w:hAnsi="Calibri"/>
          <w:sz w:val="20"/>
        </w:rPr>
        <w:t xml:space="preserve"> </w:t>
      </w:r>
      <w:r w:rsidRPr="00C5222E">
        <w:rPr>
          <w:rFonts w:ascii="Calibri" w:hAnsi="Calibri"/>
          <w:sz w:val="20"/>
        </w:rPr>
        <w:t>c</w:t>
      </w:r>
      <w:r w:rsidR="004C4F0A" w:rsidRPr="00C5222E">
        <w:rPr>
          <w:rFonts w:ascii="Calibri" w:hAnsi="Calibri"/>
          <w:sz w:val="20"/>
        </w:rPr>
        <w:t>ertifies on the basis of info</w:t>
      </w:r>
      <w:r w:rsidR="003963E1" w:rsidRPr="00C5222E">
        <w:rPr>
          <w:rFonts w:ascii="Calibri" w:hAnsi="Calibri"/>
          <w:sz w:val="20"/>
        </w:rPr>
        <w:t xml:space="preserve">rmation </w:t>
      </w:r>
      <w:r w:rsidR="004C4F0A" w:rsidRPr="00C5222E">
        <w:rPr>
          <w:rFonts w:ascii="Calibri" w:hAnsi="Calibri"/>
          <w:sz w:val="20"/>
        </w:rPr>
        <w:t>supplied and to the best of their knowledge and belief that the goods designated below are of</w:t>
      </w:r>
      <w:r w:rsidR="0029392A">
        <w:rPr>
          <w:rFonts w:ascii="Calibri" w:hAnsi="Calibri"/>
          <w:sz w:val="20"/>
        </w:rPr>
        <w:t xml:space="preserve"> </w:t>
      </w:r>
      <w:sdt>
        <w:sdtPr>
          <w:rPr>
            <w:rFonts w:ascii="Calibri" w:hAnsi="Calibri"/>
            <w:sz w:val="20"/>
            <w:szCs w:val="20"/>
            <w:shd w:val="clear" w:color="auto" w:fill="BFBFBF" w:themeFill="background1" w:themeFillShade="BF"/>
          </w:rPr>
          <w:id w:val="1921755938"/>
          <w:placeholder>
            <w:docPart w:val="87080AD2720B4C42BB4EC38CE5511680"/>
          </w:placeholder>
        </w:sdtPr>
        <w:sdtEndPr>
          <w:rPr>
            <w:shd w:val="clear" w:color="auto" w:fill="auto"/>
          </w:rPr>
        </w:sdtEndPr>
        <w:sdtContent>
          <w:r w:rsidR="000967E7" w:rsidRPr="002134A2">
            <w:rPr>
              <w:rStyle w:val="PlaceholderText"/>
              <w:rFonts w:asciiTheme="minorHAnsi" w:hAnsiTheme="minorHAnsi"/>
              <w:sz w:val="20"/>
              <w:shd w:val="clear" w:color="auto" w:fill="BFBFBF" w:themeFill="background1" w:themeFillShade="BF"/>
            </w:rPr>
            <w:t>Click</w:t>
          </w:r>
          <w:r w:rsidR="000967E7" w:rsidRPr="002134A2">
            <w:rPr>
              <w:rFonts w:asciiTheme="minorHAnsi" w:hAnsiTheme="minorHAnsi"/>
              <w:sz w:val="18"/>
              <w:szCs w:val="20"/>
              <w:shd w:val="clear" w:color="auto" w:fill="BFBFBF" w:themeFill="background1" w:themeFillShade="BF"/>
            </w:rPr>
            <w:t xml:space="preserve"> </w:t>
          </w:r>
          <w:r w:rsidR="000967E7" w:rsidRPr="002134A2">
            <w:rPr>
              <w:rStyle w:val="PlaceholderText"/>
              <w:rFonts w:asciiTheme="minorHAnsi" w:hAnsiTheme="minorHAnsi"/>
              <w:sz w:val="20"/>
              <w:shd w:val="clear" w:color="auto" w:fill="BFBFBF" w:themeFill="background1" w:themeFillShade="BF"/>
            </w:rPr>
            <w:t>he</w:t>
          </w:r>
          <w:r w:rsidR="000967E7" w:rsidRPr="000967E7">
            <w:rPr>
              <w:rStyle w:val="PlaceholderText"/>
              <w:sz w:val="22"/>
              <w:shd w:val="clear" w:color="auto" w:fill="BFBFBF" w:themeFill="background1" w:themeFillShade="BF"/>
            </w:rPr>
            <w:t>re to</w:t>
          </w:r>
          <w:r w:rsidR="000967E7" w:rsidRPr="000967E7">
            <w:rPr>
              <w:rFonts w:ascii="Calibri" w:hAnsi="Calibri"/>
              <w:sz w:val="20"/>
              <w:szCs w:val="20"/>
              <w:shd w:val="clear" w:color="auto" w:fill="BFBFBF" w:themeFill="background1" w:themeFillShade="BF"/>
            </w:rPr>
            <w:t xml:space="preserve"> </w:t>
          </w:r>
          <w:r w:rsidR="000967E7" w:rsidRPr="000967E7">
            <w:rPr>
              <w:rStyle w:val="PlaceholderText"/>
              <w:sz w:val="22"/>
              <w:shd w:val="clear" w:color="auto" w:fill="BFBFBF" w:themeFill="background1" w:themeFillShade="BF"/>
            </w:rPr>
            <w:t>enter country</w:t>
          </w:r>
          <w:r w:rsidR="000967E7">
            <w:rPr>
              <w:rFonts w:ascii="Calibri" w:hAnsi="Calibri"/>
              <w:sz w:val="20"/>
              <w:szCs w:val="20"/>
            </w:rPr>
            <w:t xml:space="preserve"> </w:t>
          </w:r>
        </w:sdtContent>
      </w:sdt>
      <w:r w:rsidR="004C4F0A" w:rsidRPr="00C5222E">
        <w:rPr>
          <w:rFonts w:ascii="Calibri" w:hAnsi="Calibri"/>
          <w:sz w:val="20"/>
        </w:rPr>
        <w:t>origin, production or manufacture.</w:t>
      </w:r>
    </w:p>
    <w:p w:rsidR="00050FDD" w:rsidRPr="00050FDD" w:rsidRDefault="00050FDD" w:rsidP="00050FDD">
      <w:pPr>
        <w:rPr>
          <w:lang w:val="en-US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3118"/>
        <w:gridCol w:w="1559"/>
        <w:gridCol w:w="2268"/>
      </w:tblGrid>
      <w:tr w:rsidR="0029392A" w:rsidRPr="00C5222E" w:rsidTr="000967E7">
        <w:trPr>
          <w:trHeight w:val="706"/>
        </w:trPr>
        <w:tc>
          <w:tcPr>
            <w:tcW w:w="3261" w:type="dxa"/>
            <w:tcBorders>
              <w:bottom w:val="single" w:sz="4" w:space="0" w:color="auto"/>
            </w:tcBorders>
          </w:tcPr>
          <w:p w:rsidR="0029392A" w:rsidRPr="00C5222E" w:rsidRDefault="0029392A" w:rsidP="00E25BA2">
            <w:pPr>
              <w:tabs>
                <w:tab w:val="left" w:pos="1418"/>
                <w:tab w:val="left" w:pos="3261"/>
              </w:tabs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SEAFREIGHT/AIRFREIGHT/COURIER</w:t>
            </w:r>
            <w:proofErr w:type="gramStart"/>
            <w:r w:rsidRPr="00640AA9">
              <w:rPr>
                <w:rFonts w:ascii="Calibri" w:hAnsi="Calibri"/>
                <w:sz w:val="20"/>
                <w:szCs w:val="20"/>
              </w:rPr>
              <w:t>:</w:t>
            </w:r>
            <w:proofErr w:type="gramEnd"/>
            <w:r w:rsidRPr="00640AA9">
              <w:rPr>
                <w:rFonts w:ascii="Calibri" w:hAnsi="Calibri"/>
                <w:sz w:val="20"/>
                <w:szCs w:val="20"/>
              </w:rPr>
              <w:br/>
            </w:r>
            <w:sdt>
              <w:sdtPr>
                <w:rPr>
                  <w:rFonts w:ascii="Calibri" w:hAnsi="Calibri"/>
                  <w:sz w:val="20"/>
                  <w:szCs w:val="20"/>
                </w:rPr>
                <w:id w:val="-1904201409"/>
                <w:placeholder>
                  <w:docPart w:val="EFA1A2463B4E4851B17E77F18E0303CA"/>
                </w:placeholder>
                <w:showingPlcHdr/>
              </w:sdtPr>
              <w:sdtEndPr/>
              <w:sdtContent>
                <w:r w:rsidRPr="00E6640D">
                  <w:rPr>
                    <w:rStyle w:val="PlaceholderText"/>
                    <w:sz w:val="22"/>
                  </w:rPr>
                  <w:t>Click here to enter text.</w:t>
                </w:r>
              </w:sdtContent>
            </w:sdt>
          </w:p>
          <w:p w:rsidR="0029392A" w:rsidRPr="00C5222E" w:rsidRDefault="0029392A" w:rsidP="00640AA9">
            <w:pPr>
              <w:tabs>
                <w:tab w:val="left" w:pos="1418"/>
                <w:tab w:val="left" w:pos="3261"/>
              </w:tabs>
              <w:rPr>
                <w:rFonts w:ascii="Calibri" w:hAnsi="Calibri"/>
                <w:sz w:val="20"/>
                <w:szCs w:val="20"/>
              </w:rPr>
            </w:pPr>
            <w:r w:rsidRPr="00C5222E">
              <w:rPr>
                <w:rFonts w:ascii="Calibri" w:hAnsi="Calibri"/>
                <w:sz w:val="20"/>
                <w:szCs w:val="20"/>
              </w:rPr>
              <w:tab/>
            </w:r>
          </w:p>
        </w:tc>
        <w:tc>
          <w:tcPr>
            <w:tcW w:w="3118" w:type="dxa"/>
          </w:tcPr>
          <w:p w:rsidR="0029392A" w:rsidRPr="00C5222E" w:rsidRDefault="0029392A">
            <w:pPr>
              <w:rPr>
                <w:rFonts w:ascii="Calibri" w:hAnsi="Calibri"/>
                <w:sz w:val="20"/>
                <w:szCs w:val="20"/>
              </w:rPr>
            </w:pPr>
            <w:r w:rsidRPr="00C5222E">
              <w:rPr>
                <w:rFonts w:ascii="Calibri" w:hAnsi="Calibri"/>
                <w:sz w:val="20"/>
                <w:szCs w:val="20"/>
              </w:rPr>
              <w:t>SEA/AIRPORT OF LOADING:</w:t>
            </w:r>
          </w:p>
          <w:sdt>
            <w:sdtPr>
              <w:rPr>
                <w:rFonts w:ascii="Calibri" w:hAnsi="Calibri"/>
                <w:sz w:val="20"/>
                <w:szCs w:val="20"/>
              </w:rPr>
              <w:id w:val="-1635633030"/>
              <w:placeholder>
                <w:docPart w:val="F831B7949D204EB2A40A87932B5DBDB6"/>
              </w:placeholder>
              <w:showingPlcHdr/>
            </w:sdtPr>
            <w:sdtEndPr/>
            <w:sdtContent>
              <w:p w:rsidR="0029392A" w:rsidRPr="00C5222E" w:rsidRDefault="0029392A" w:rsidP="00581D66">
                <w:pPr>
                  <w:rPr>
                    <w:rFonts w:ascii="Calibri" w:hAnsi="Calibri"/>
                    <w:b/>
                  </w:rPr>
                </w:pPr>
                <w:r w:rsidRPr="002D3CDF">
                  <w:rPr>
                    <w:rFonts w:ascii="Calibri" w:hAnsi="Calibri"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3827" w:type="dxa"/>
            <w:gridSpan w:val="2"/>
            <w:vMerge w:val="restart"/>
          </w:tcPr>
          <w:p w:rsidR="0029392A" w:rsidRDefault="0029392A" w:rsidP="00581D66">
            <w:pPr>
              <w:rPr>
                <w:rFonts w:ascii="Calibri" w:hAnsi="Calibri"/>
                <w:b/>
              </w:rPr>
            </w:pPr>
          </w:p>
          <w:p w:rsidR="000967E7" w:rsidRPr="000967E7" w:rsidRDefault="000967E7" w:rsidP="000967E7">
            <w:pPr>
              <w:jc w:val="center"/>
              <w:rPr>
                <w:rFonts w:ascii="Calibri" w:hAnsi="Calibri"/>
                <w:b/>
                <w:sz w:val="40"/>
              </w:rPr>
            </w:pPr>
            <w:r w:rsidRPr="000967E7">
              <w:rPr>
                <w:rFonts w:ascii="Calibri" w:hAnsi="Calibri"/>
                <w:b/>
                <w:sz w:val="40"/>
              </w:rPr>
              <w:t>CERTIFICATE OF</w:t>
            </w:r>
          </w:p>
          <w:p w:rsidR="000967E7" w:rsidRDefault="000967E7" w:rsidP="000967E7">
            <w:pPr>
              <w:jc w:val="center"/>
              <w:rPr>
                <w:rFonts w:ascii="Calibri" w:hAnsi="Calibri"/>
                <w:b/>
                <w:sz w:val="40"/>
              </w:rPr>
            </w:pPr>
            <w:r w:rsidRPr="000967E7">
              <w:rPr>
                <w:rFonts w:ascii="Calibri" w:hAnsi="Calibri"/>
                <w:b/>
                <w:sz w:val="40"/>
                <w:shd w:val="clear" w:color="auto" w:fill="BFBFBF" w:themeFill="background1" w:themeFill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0967E7">
              <w:rPr>
                <w:rFonts w:ascii="Calibri" w:hAnsi="Calibri"/>
                <w:b/>
                <w:sz w:val="40"/>
                <w:shd w:val="clear" w:color="auto" w:fill="BFBFBF" w:themeFill="background1" w:themeFillShade="BF"/>
              </w:rPr>
              <w:instrText xml:space="preserve"> FORMTEXT </w:instrText>
            </w:r>
            <w:r w:rsidRPr="000967E7">
              <w:rPr>
                <w:rFonts w:ascii="Calibri" w:hAnsi="Calibri"/>
                <w:b/>
                <w:sz w:val="40"/>
                <w:shd w:val="clear" w:color="auto" w:fill="BFBFBF" w:themeFill="background1" w:themeFillShade="BF"/>
              </w:rPr>
            </w:r>
            <w:r w:rsidRPr="000967E7">
              <w:rPr>
                <w:rFonts w:ascii="Calibri" w:hAnsi="Calibri"/>
                <w:b/>
                <w:sz w:val="40"/>
                <w:shd w:val="clear" w:color="auto" w:fill="BFBFBF" w:themeFill="background1" w:themeFillShade="BF"/>
              </w:rPr>
              <w:fldChar w:fldCharType="separate"/>
            </w:r>
            <w:r w:rsidRPr="000967E7">
              <w:rPr>
                <w:rFonts w:ascii="Calibri" w:hAnsi="Calibri"/>
                <w:b/>
                <w:sz w:val="40"/>
                <w:shd w:val="clear" w:color="auto" w:fill="BFBFBF" w:themeFill="background1" w:themeFillShade="BF"/>
              </w:rPr>
              <w:t> </w:t>
            </w:r>
            <w:r w:rsidRPr="000967E7">
              <w:rPr>
                <w:rFonts w:ascii="Calibri" w:hAnsi="Calibri"/>
                <w:b/>
                <w:sz w:val="40"/>
                <w:shd w:val="clear" w:color="auto" w:fill="BFBFBF" w:themeFill="background1" w:themeFillShade="BF"/>
              </w:rPr>
              <w:t> </w:t>
            </w:r>
            <w:r w:rsidRPr="000967E7">
              <w:rPr>
                <w:rFonts w:ascii="Calibri" w:hAnsi="Calibri"/>
                <w:b/>
                <w:sz w:val="40"/>
                <w:shd w:val="clear" w:color="auto" w:fill="BFBFBF" w:themeFill="background1" w:themeFillShade="BF"/>
              </w:rPr>
              <w:t> </w:t>
            </w:r>
            <w:r w:rsidRPr="000967E7">
              <w:rPr>
                <w:rFonts w:ascii="Calibri" w:hAnsi="Calibri"/>
                <w:b/>
                <w:sz w:val="40"/>
                <w:shd w:val="clear" w:color="auto" w:fill="BFBFBF" w:themeFill="background1" w:themeFillShade="BF"/>
              </w:rPr>
              <w:t> </w:t>
            </w:r>
            <w:r w:rsidRPr="000967E7">
              <w:rPr>
                <w:rFonts w:ascii="Calibri" w:hAnsi="Calibri"/>
                <w:b/>
                <w:sz w:val="40"/>
                <w:shd w:val="clear" w:color="auto" w:fill="BFBFBF" w:themeFill="background1" w:themeFillShade="BF"/>
              </w:rPr>
              <w:t> </w:t>
            </w:r>
            <w:r w:rsidRPr="000967E7">
              <w:rPr>
                <w:rFonts w:ascii="Calibri" w:hAnsi="Calibri"/>
                <w:b/>
                <w:sz w:val="40"/>
                <w:shd w:val="clear" w:color="auto" w:fill="BFBFBF" w:themeFill="background1" w:themeFillShade="BF"/>
              </w:rPr>
              <w:fldChar w:fldCharType="end"/>
            </w:r>
            <w:bookmarkEnd w:id="1"/>
          </w:p>
          <w:p w:rsidR="000967E7" w:rsidRPr="00C5222E" w:rsidRDefault="000967E7" w:rsidP="000967E7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40"/>
              </w:rPr>
              <w:t>ORIGIN</w:t>
            </w:r>
          </w:p>
        </w:tc>
      </w:tr>
      <w:tr w:rsidR="0029392A" w:rsidRPr="00C5222E" w:rsidTr="000967E7">
        <w:trPr>
          <w:trHeight w:val="36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2A" w:rsidRPr="00C5222E" w:rsidRDefault="0029392A">
            <w:pPr>
              <w:rPr>
                <w:rFonts w:ascii="Calibri" w:hAnsi="Calibri"/>
                <w:sz w:val="20"/>
                <w:szCs w:val="20"/>
              </w:rPr>
            </w:pPr>
            <w:r w:rsidRPr="00C5222E">
              <w:rPr>
                <w:rFonts w:ascii="Calibri" w:hAnsi="Calibri"/>
                <w:sz w:val="20"/>
                <w:szCs w:val="20"/>
              </w:rPr>
              <w:t>SEA/AIRPORT OF DISCHARGE:</w:t>
            </w:r>
          </w:p>
          <w:sdt>
            <w:sdtPr>
              <w:rPr>
                <w:rFonts w:ascii="Calibri" w:hAnsi="Calibri"/>
                <w:sz w:val="20"/>
                <w:szCs w:val="20"/>
              </w:rPr>
              <w:id w:val="-37749205"/>
              <w:placeholder>
                <w:docPart w:val="5E011E47DE9844189BBE804DE3665695"/>
              </w:placeholder>
              <w:showingPlcHdr/>
            </w:sdtPr>
            <w:sdtEndPr/>
            <w:sdtContent>
              <w:p w:rsidR="0029392A" w:rsidRPr="00C5222E" w:rsidRDefault="0029392A">
                <w:pPr>
                  <w:rPr>
                    <w:rFonts w:ascii="Calibri" w:hAnsi="Calibri"/>
                    <w:sz w:val="20"/>
                    <w:szCs w:val="20"/>
                  </w:rPr>
                </w:pPr>
                <w:r w:rsidRPr="00E6640D">
                  <w:rPr>
                    <w:rStyle w:val="PlaceholderText"/>
                    <w:sz w:val="22"/>
                  </w:rPr>
                  <w:t>Click here to enter text.</w:t>
                </w:r>
              </w:p>
            </w:sdtContent>
          </w:sdt>
          <w:p w:rsidR="0029392A" w:rsidRPr="00C5222E" w:rsidRDefault="0029392A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29392A" w:rsidRDefault="0029392A">
            <w:pPr>
              <w:rPr>
                <w:rFonts w:ascii="Calibri" w:hAnsi="Calibri"/>
                <w:sz w:val="20"/>
                <w:szCs w:val="20"/>
              </w:rPr>
            </w:pPr>
            <w:r w:rsidRPr="00C5222E">
              <w:rPr>
                <w:rFonts w:ascii="Calibri" w:hAnsi="Calibri"/>
                <w:sz w:val="20"/>
                <w:szCs w:val="20"/>
              </w:rPr>
              <w:t>FINAL DESTINATION (if on carriage)</w:t>
            </w:r>
          </w:p>
          <w:sdt>
            <w:sdtPr>
              <w:rPr>
                <w:rFonts w:ascii="Calibri" w:hAnsi="Calibri"/>
                <w:sz w:val="20"/>
                <w:szCs w:val="20"/>
              </w:rPr>
              <w:id w:val="-123622933"/>
              <w:placeholder>
                <w:docPart w:val="D637A39F282A47068B984E36199A73EF"/>
              </w:placeholder>
              <w:showingPlcHdr/>
            </w:sdtPr>
            <w:sdtEndPr/>
            <w:sdtContent>
              <w:p w:rsidR="0029392A" w:rsidRPr="00C5222E" w:rsidRDefault="0029392A">
                <w:pPr>
                  <w:rPr>
                    <w:rFonts w:ascii="Calibri" w:hAnsi="Calibri"/>
                    <w:sz w:val="20"/>
                    <w:szCs w:val="20"/>
                  </w:rPr>
                </w:pPr>
                <w:r w:rsidRPr="00E6640D">
                  <w:rPr>
                    <w:rStyle w:val="PlaceholderText"/>
                    <w:sz w:val="22"/>
                  </w:rPr>
                  <w:t>Click here to enter text</w:t>
                </w:r>
                <w:r w:rsidRPr="002F6346">
                  <w:rPr>
                    <w:rStyle w:val="PlaceholderText"/>
                  </w:rPr>
                  <w:t>.</w:t>
                </w:r>
              </w:p>
            </w:sdtContent>
          </w:sdt>
        </w:tc>
        <w:tc>
          <w:tcPr>
            <w:tcW w:w="3827" w:type="dxa"/>
            <w:gridSpan w:val="2"/>
            <w:vMerge/>
          </w:tcPr>
          <w:p w:rsidR="0029392A" w:rsidRPr="00C5222E" w:rsidRDefault="0029392A" w:rsidP="004F2CD2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29392A" w:rsidRPr="00C5222E" w:rsidTr="000967E7">
        <w:trPr>
          <w:trHeight w:val="366"/>
        </w:trPr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2A" w:rsidRPr="00C5222E" w:rsidRDefault="0029392A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ETD:  </w:t>
            </w:r>
            <w:sdt>
              <w:sdtPr>
                <w:rPr>
                  <w:rFonts w:ascii="Calibri" w:hAnsi="Calibri"/>
                  <w:sz w:val="18"/>
                  <w:szCs w:val="20"/>
                </w:rPr>
                <w:id w:val="-257290776"/>
                <w:placeholder>
                  <w:docPart w:val="A81869E794AA4ECBAA5A1C10E6FCBFCB"/>
                </w:placeholder>
                <w:showingPlcHdr/>
              </w:sdtPr>
              <w:sdtEndPr/>
              <w:sdtContent>
                <w:r w:rsidRPr="002134A2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29392A" w:rsidRPr="00C5222E" w:rsidRDefault="0029392A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ETA:  </w:t>
            </w:r>
            <w:sdt>
              <w:sdtPr>
                <w:rPr>
                  <w:rFonts w:ascii="Calibri" w:hAnsi="Calibri"/>
                  <w:sz w:val="18"/>
                  <w:szCs w:val="20"/>
                </w:rPr>
                <w:id w:val="-682971628"/>
                <w:placeholder>
                  <w:docPart w:val="835DB1CF6C14477797FAD80C58DC5C63"/>
                </w:placeholder>
                <w:showingPlcHdr/>
              </w:sdtPr>
              <w:sdtEndPr>
                <w:rPr>
                  <w:sz w:val="20"/>
                </w:rPr>
              </w:sdtEndPr>
              <w:sdtContent>
                <w:r w:rsidRPr="00E6640D">
                  <w:rPr>
                    <w:rStyle w:val="PlaceholderText"/>
                    <w:sz w:val="22"/>
                  </w:rPr>
                  <w:t>Click here to enter text.</w:t>
                </w:r>
              </w:sdtContent>
            </w:sdt>
          </w:p>
        </w:tc>
        <w:tc>
          <w:tcPr>
            <w:tcW w:w="3827" w:type="dxa"/>
            <w:gridSpan w:val="2"/>
            <w:vMerge/>
          </w:tcPr>
          <w:p w:rsidR="0029392A" w:rsidRDefault="0029392A" w:rsidP="004F2CD2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29392A" w:rsidRPr="00C5222E" w:rsidTr="00640AA9">
        <w:trPr>
          <w:trHeight w:val="5590"/>
        </w:trPr>
        <w:tc>
          <w:tcPr>
            <w:tcW w:w="7938" w:type="dxa"/>
            <w:gridSpan w:val="3"/>
          </w:tcPr>
          <w:p w:rsidR="0029392A" w:rsidRPr="00C5222E" w:rsidRDefault="0029392A" w:rsidP="00E25BA2">
            <w:pPr>
              <w:tabs>
                <w:tab w:val="left" w:pos="1843"/>
                <w:tab w:val="left" w:pos="3969"/>
              </w:tabs>
              <w:rPr>
                <w:rFonts w:ascii="Calibri" w:hAnsi="Calibri"/>
                <w:sz w:val="20"/>
                <w:szCs w:val="20"/>
              </w:rPr>
            </w:pPr>
            <w:r w:rsidRPr="00C5222E">
              <w:rPr>
                <w:rFonts w:ascii="Calibri" w:hAnsi="Calibri"/>
                <w:sz w:val="20"/>
                <w:szCs w:val="20"/>
              </w:rPr>
              <w:t>Marks and</w:t>
            </w:r>
            <w:r w:rsidRPr="00C5222E">
              <w:rPr>
                <w:rFonts w:ascii="Calibri" w:hAnsi="Calibri"/>
                <w:sz w:val="20"/>
                <w:szCs w:val="20"/>
              </w:rPr>
              <w:tab/>
              <w:t>Number and kind</w:t>
            </w:r>
            <w:r w:rsidRPr="00C5222E">
              <w:rPr>
                <w:rFonts w:ascii="Calibri" w:hAnsi="Calibri"/>
                <w:sz w:val="20"/>
                <w:szCs w:val="20"/>
              </w:rPr>
              <w:tab/>
              <w:t>Description of  goods:</w:t>
            </w:r>
          </w:p>
          <w:p w:rsidR="0029392A" w:rsidRPr="00C5222E" w:rsidRDefault="0029392A" w:rsidP="00E25BA2">
            <w:pPr>
              <w:tabs>
                <w:tab w:val="left" w:pos="1843"/>
                <w:tab w:val="left" w:pos="3969"/>
              </w:tabs>
              <w:rPr>
                <w:rFonts w:ascii="Calibri" w:hAnsi="Calibri"/>
                <w:sz w:val="20"/>
                <w:szCs w:val="20"/>
              </w:rPr>
            </w:pPr>
            <w:r w:rsidRPr="00C5222E">
              <w:rPr>
                <w:rFonts w:ascii="Calibri" w:hAnsi="Calibri"/>
                <w:sz w:val="20"/>
                <w:szCs w:val="20"/>
              </w:rPr>
              <w:t>Numbers</w:t>
            </w:r>
            <w:r w:rsidRPr="00C5222E">
              <w:rPr>
                <w:rFonts w:ascii="Calibri" w:hAnsi="Calibri"/>
                <w:sz w:val="20"/>
                <w:szCs w:val="20"/>
              </w:rPr>
              <w:tab/>
              <w:t>of packages</w:t>
            </w:r>
          </w:p>
          <w:p w:rsidR="0029392A" w:rsidRPr="00C5222E" w:rsidRDefault="0029392A" w:rsidP="00E25BA2">
            <w:pPr>
              <w:tabs>
                <w:tab w:val="left" w:pos="1843"/>
                <w:tab w:val="left" w:pos="3969"/>
              </w:tabs>
              <w:rPr>
                <w:rFonts w:ascii="Calibri" w:hAnsi="Calibri"/>
                <w:sz w:val="20"/>
                <w:szCs w:val="20"/>
                <w:lang w:val="en-NZ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-1342387836"/>
              <w:placeholder>
                <w:docPart w:val="8B73F8DE3C4941BAA722A35AE04B73EF"/>
              </w:placeholder>
              <w:showingPlcHdr/>
            </w:sdtPr>
            <w:sdtEndPr/>
            <w:sdtContent>
              <w:p w:rsidR="0029392A" w:rsidRPr="00C5222E" w:rsidRDefault="0029392A" w:rsidP="00E25BA2">
                <w:pPr>
                  <w:tabs>
                    <w:tab w:val="left" w:pos="1843"/>
                    <w:tab w:val="left" w:pos="3969"/>
                  </w:tabs>
                  <w:rPr>
                    <w:rFonts w:ascii="Calibri" w:hAnsi="Calibri"/>
                    <w:sz w:val="20"/>
                    <w:szCs w:val="20"/>
                  </w:rPr>
                </w:pPr>
                <w:r w:rsidRPr="002F6346">
                  <w:rPr>
                    <w:rStyle w:val="PlaceholderText"/>
                  </w:rPr>
                  <w:t>Click here to enter text.</w:t>
                </w:r>
              </w:p>
            </w:sdtContent>
          </w:sdt>
          <w:p w:rsidR="0029392A" w:rsidRPr="00C5222E" w:rsidRDefault="0029392A" w:rsidP="00E25BA2">
            <w:pPr>
              <w:tabs>
                <w:tab w:val="left" w:pos="1843"/>
                <w:tab w:val="left" w:pos="3969"/>
              </w:tabs>
              <w:rPr>
                <w:rFonts w:ascii="Calibri" w:hAnsi="Calibri"/>
                <w:sz w:val="20"/>
                <w:szCs w:val="20"/>
              </w:rPr>
            </w:pPr>
          </w:p>
          <w:p w:rsidR="0029392A" w:rsidRPr="00C5222E" w:rsidRDefault="0029392A" w:rsidP="00E25BA2">
            <w:pPr>
              <w:tabs>
                <w:tab w:val="left" w:pos="1843"/>
                <w:tab w:val="left" w:pos="3969"/>
              </w:tabs>
              <w:rPr>
                <w:rFonts w:ascii="Calibri" w:hAnsi="Calibri"/>
                <w:sz w:val="20"/>
                <w:szCs w:val="20"/>
              </w:rPr>
            </w:pPr>
          </w:p>
          <w:p w:rsidR="0029392A" w:rsidRPr="00C5222E" w:rsidRDefault="0029392A" w:rsidP="00E25BA2">
            <w:pPr>
              <w:tabs>
                <w:tab w:val="left" w:pos="1843"/>
                <w:tab w:val="left" w:pos="3969"/>
              </w:tabs>
              <w:rPr>
                <w:rFonts w:ascii="Calibri" w:hAnsi="Calibri"/>
                <w:sz w:val="20"/>
                <w:szCs w:val="20"/>
              </w:rPr>
            </w:pPr>
          </w:p>
          <w:p w:rsidR="0029392A" w:rsidRPr="00C5222E" w:rsidRDefault="0029392A" w:rsidP="00E25BA2">
            <w:pPr>
              <w:tabs>
                <w:tab w:val="left" w:pos="1843"/>
                <w:tab w:val="left" w:pos="3969"/>
              </w:tabs>
              <w:rPr>
                <w:rFonts w:ascii="Calibri" w:hAnsi="Calibri"/>
                <w:sz w:val="20"/>
                <w:szCs w:val="20"/>
              </w:rPr>
            </w:pPr>
          </w:p>
          <w:p w:rsidR="0029392A" w:rsidRPr="00C5222E" w:rsidRDefault="0029392A" w:rsidP="00E25BA2">
            <w:pPr>
              <w:tabs>
                <w:tab w:val="left" w:pos="1843"/>
                <w:tab w:val="left" w:pos="3969"/>
              </w:tabs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68" w:type="dxa"/>
          </w:tcPr>
          <w:p w:rsidR="0029392A" w:rsidRPr="00C5222E" w:rsidRDefault="0029392A">
            <w:pPr>
              <w:rPr>
                <w:rFonts w:ascii="Calibri" w:hAnsi="Calibri"/>
                <w:sz w:val="20"/>
                <w:szCs w:val="20"/>
              </w:rPr>
            </w:pPr>
            <w:r w:rsidRPr="00C5222E">
              <w:rPr>
                <w:rFonts w:ascii="Calibri" w:hAnsi="Calibri"/>
                <w:sz w:val="20"/>
                <w:szCs w:val="20"/>
              </w:rPr>
              <w:t>Weight</w:t>
            </w:r>
            <w:r>
              <w:rPr>
                <w:rFonts w:ascii="Calibri" w:hAnsi="Calibri"/>
                <w:sz w:val="20"/>
                <w:szCs w:val="20"/>
              </w:rPr>
              <w:t xml:space="preserve"> (Gross/Net)</w:t>
            </w:r>
            <w:r w:rsidRPr="00C5222E">
              <w:rPr>
                <w:rFonts w:ascii="Calibri" w:hAnsi="Calibri"/>
                <w:sz w:val="20"/>
                <w:szCs w:val="20"/>
              </w:rPr>
              <w:t xml:space="preserve"> or quantity</w:t>
            </w:r>
          </w:p>
          <w:p w:rsidR="0029392A" w:rsidRPr="00C5222E" w:rsidRDefault="0029392A" w:rsidP="00E25BA2">
            <w:pPr>
              <w:ind w:left="111"/>
              <w:rPr>
                <w:rFonts w:ascii="Calibri" w:hAnsi="Calibri"/>
                <w:sz w:val="20"/>
                <w:szCs w:val="20"/>
              </w:rPr>
            </w:pPr>
          </w:p>
          <w:sdt>
            <w:sdtPr>
              <w:rPr>
                <w:rFonts w:ascii="Calibri" w:hAnsi="Calibri"/>
                <w:sz w:val="20"/>
                <w:szCs w:val="20"/>
              </w:rPr>
              <w:id w:val="835422288"/>
              <w:placeholder>
                <w:docPart w:val="C973AC2BD8854705A5FE7645F0D0978B"/>
              </w:placeholder>
              <w:showingPlcHdr/>
            </w:sdtPr>
            <w:sdtEndPr/>
            <w:sdtContent>
              <w:p w:rsidR="0029392A" w:rsidRPr="00C5222E" w:rsidRDefault="0029392A" w:rsidP="00E25BA2">
                <w:pPr>
                  <w:ind w:left="69"/>
                  <w:rPr>
                    <w:rFonts w:ascii="Calibri" w:hAnsi="Calibri"/>
                    <w:sz w:val="20"/>
                    <w:szCs w:val="20"/>
                  </w:rPr>
                </w:pPr>
                <w:r w:rsidRPr="00E6640D">
                  <w:rPr>
                    <w:rStyle w:val="PlaceholderText"/>
                    <w:sz w:val="20"/>
                  </w:rPr>
                  <w:t>Click here to enter text.</w:t>
                </w:r>
              </w:p>
            </w:sdtContent>
          </w:sdt>
        </w:tc>
      </w:tr>
    </w:tbl>
    <w:p w:rsidR="004C4F0A" w:rsidRPr="00C5222E" w:rsidRDefault="004C4F0A">
      <w:pPr>
        <w:rPr>
          <w:rFonts w:ascii="Calibri" w:hAnsi="Calibri"/>
          <w:sz w:val="20"/>
          <w:szCs w:val="20"/>
        </w:rPr>
      </w:pPr>
      <w:r w:rsidRPr="00C5222E">
        <w:rPr>
          <w:rFonts w:ascii="Calibri" w:hAnsi="Calibri"/>
          <w:sz w:val="20"/>
          <w:szCs w:val="20"/>
        </w:rPr>
        <w:t xml:space="preserve">This certificate is based on the information supplied to the Chamber </w:t>
      </w:r>
      <w:r w:rsidR="007807FD" w:rsidRPr="00C5222E">
        <w:rPr>
          <w:rFonts w:ascii="Calibri" w:hAnsi="Calibri"/>
          <w:sz w:val="20"/>
          <w:szCs w:val="20"/>
        </w:rPr>
        <w:t xml:space="preserve">of Commerce </w:t>
      </w:r>
      <w:r w:rsidRPr="00C5222E">
        <w:rPr>
          <w:rFonts w:ascii="Calibri" w:hAnsi="Calibri"/>
          <w:sz w:val="20"/>
          <w:szCs w:val="20"/>
        </w:rPr>
        <w:t>by the Consignor</w:t>
      </w:r>
      <w:r w:rsidR="007807FD" w:rsidRPr="00C5222E">
        <w:rPr>
          <w:rFonts w:ascii="Calibri" w:hAnsi="Calibri"/>
          <w:sz w:val="20"/>
          <w:szCs w:val="20"/>
        </w:rPr>
        <w:t>,</w:t>
      </w:r>
      <w:r w:rsidRPr="00C5222E">
        <w:rPr>
          <w:rFonts w:ascii="Calibri" w:hAnsi="Calibri"/>
          <w:sz w:val="20"/>
          <w:szCs w:val="20"/>
        </w:rPr>
        <w:t xml:space="preserve"> and is not to be taken as amounting to a warranty or representation </w:t>
      </w:r>
      <w:r w:rsidR="007807FD" w:rsidRPr="00C5222E">
        <w:rPr>
          <w:rFonts w:ascii="Calibri" w:hAnsi="Calibri"/>
          <w:sz w:val="20"/>
          <w:szCs w:val="20"/>
        </w:rPr>
        <w:t>of fact</w:t>
      </w:r>
      <w:r w:rsidRPr="00C5222E">
        <w:rPr>
          <w:rFonts w:ascii="Calibri" w:hAnsi="Calibri"/>
          <w:sz w:val="20"/>
          <w:szCs w:val="20"/>
        </w:rPr>
        <w:t xml:space="preserve"> by the Chamber </w:t>
      </w:r>
      <w:r w:rsidR="007807FD" w:rsidRPr="00C5222E">
        <w:rPr>
          <w:rFonts w:ascii="Calibri" w:hAnsi="Calibri"/>
          <w:sz w:val="20"/>
          <w:szCs w:val="20"/>
        </w:rPr>
        <w:t xml:space="preserve">of Commerce </w:t>
      </w:r>
      <w:r w:rsidRPr="00C5222E">
        <w:rPr>
          <w:rFonts w:ascii="Calibri" w:hAnsi="Calibri"/>
          <w:sz w:val="20"/>
          <w:szCs w:val="20"/>
        </w:rPr>
        <w:t>or its servants.</w:t>
      </w:r>
    </w:p>
    <w:p w:rsidR="004C4F0A" w:rsidRDefault="004C4F0A">
      <w:pPr>
        <w:rPr>
          <w:sz w:val="20"/>
          <w:szCs w:val="20"/>
        </w:rPr>
      </w:pPr>
    </w:p>
    <w:p w:rsidR="004C4F0A" w:rsidRDefault="004C4F0A">
      <w:pPr>
        <w:tabs>
          <w:tab w:val="left" w:pos="6300"/>
        </w:tabs>
        <w:jc w:val="right"/>
        <w:rPr>
          <w:b/>
          <w:sz w:val="20"/>
          <w:szCs w:val="20"/>
        </w:rPr>
      </w:pPr>
    </w:p>
    <w:p w:rsidR="004C4F0A" w:rsidRDefault="00F0457D">
      <w:pPr>
        <w:tabs>
          <w:tab w:val="left" w:pos="6300"/>
        </w:tabs>
        <w:jc w:val="right"/>
        <w:rPr>
          <w:b/>
          <w:sz w:val="20"/>
          <w:szCs w:val="20"/>
        </w:rPr>
      </w:pPr>
      <w:r>
        <w:rPr>
          <w:b/>
          <w:noProof/>
          <w:sz w:val="20"/>
          <w:szCs w:val="20"/>
          <w:lang w:val="en-NZ" w:eastAsia="en-N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841766D" wp14:editId="4841766E">
                <wp:simplePos x="0" y="0"/>
                <wp:positionH relativeFrom="column">
                  <wp:posOffset>0</wp:posOffset>
                </wp:positionH>
                <wp:positionV relativeFrom="paragraph">
                  <wp:posOffset>-4445</wp:posOffset>
                </wp:positionV>
                <wp:extent cx="1943100" cy="1371600"/>
                <wp:effectExtent l="9525" t="5080" r="9525" b="1397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27E4" w:rsidRDefault="00C227E4"/>
                          <w:p w:rsidR="00C227E4" w:rsidRDefault="00C227E4"/>
                          <w:p w:rsidR="00C227E4" w:rsidRDefault="00C227E4"/>
                          <w:p w:rsidR="00C227E4" w:rsidRDefault="00C227E4"/>
                          <w:p w:rsidR="00C227E4" w:rsidRDefault="00C227E4"/>
                          <w:p w:rsidR="00C227E4" w:rsidRDefault="00C227E4"/>
                          <w:p w:rsidR="00C227E4" w:rsidRPr="00C5222E" w:rsidRDefault="00C227E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8"/>
                                <w:szCs w:val="16"/>
                              </w:rPr>
                            </w:pPr>
                            <w:r w:rsidRPr="00C5222E">
                              <w:rPr>
                                <w:rFonts w:ascii="Calibri" w:hAnsi="Calibri"/>
                                <w:b/>
                                <w:sz w:val="18"/>
                                <w:szCs w:val="16"/>
                              </w:rPr>
                              <w:t>Official Seal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0;margin-top:-.35pt;width:153pt;height:10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">
                <v:textbox>
                  <w:txbxContent>
                    <w:p w:rsidR="00C227E4" w:rsidRDefault="00C227E4"/>
                    <w:p w:rsidR="00C227E4" w:rsidRDefault="00C227E4"/>
                    <w:p w:rsidR="00C227E4" w:rsidRDefault="00C227E4"/>
                    <w:p w:rsidR="00C227E4" w:rsidRDefault="00C227E4"/>
                    <w:p w:rsidR="00C227E4" w:rsidRDefault="00C227E4"/>
                    <w:p w:rsidR="00C227E4" w:rsidRDefault="00C227E4"/>
                    <w:p w:rsidR="00C227E4" w:rsidRPr="00C5222E" w:rsidRDefault="00C227E4">
                      <w:pPr>
                        <w:jc w:val="center"/>
                        <w:rPr>
                          <w:rFonts w:ascii="Calibri" w:hAnsi="Calibri"/>
                          <w:b/>
                          <w:sz w:val="18"/>
                          <w:szCs w:val="16"/>
                        </w:rPr>
                      </w:pPr>
                      <w:r w:rsidRPr="00C5222E">
                        <w:rPr>
                          <w:rFonts w:ascii="Calibri" w:hAnsi="Calibri"/>
                          <w:b/>
                          <w:sz w:val="18"/>
                          <w:szCs w:val="16"/>
                        </w:rPr>
                        <w:t>Official Seal</w:t>
                      </w:r>
                    </w:p>
                  </w:txbxContent>
                </v:textbox>
              </v:shape>
            </w:pict>
          </mc:Fallback>
        </mc:AlternateContent>
      </w:r>
    </w:p>
    <w:p w:rsidR="004C4F0A" w:rsidRDefault="004C4F0A">
      <w:pPr>
        <w:tabs>
          <w:tab w:val="left" w:pos="6300"/>
        </w:tabs>
        <w:jc w:val="right"/>
        <w:rPr>
          <w:b/>
          <w:sz w:val="20"/>
          <w:szCs w:val="20"/>
        </w:rPr>
      </w:pPr>
    </w:p>
    <w:p w:rsidR="004C4F0A" w:rsidRDefault="007807FD">
      <w:pPr>
        <w:tabs>
          <w:tab w:val="left" w:pos="6300"/>
        </w:tabs>
        <w:jc w:val="right"/>
        <w:rPr>
          <w:b/>
          <w:sz w:val="20"/>
          <w:szCs w:val="20"/>
        </w:rPr>
      </w:pPr>
      <w:r w:rsidRPr="00640AA9">
        <w:rPr>
          <w:b/>
          <w:sz w:val="20"/>
          <w:szCs w:val="20"/>
        </w:rPr>
        <w:t>……………………</w:t>
      </w:r>
      <w:r w:rsidR="004C4F0A" w:rsidRPr="00640AA9">
        <w:rPr>
          <w:b/>
          <w:sz w:val="20"/>
          <w:szCs w:val="20"/>
        </w:rPr>
        <w:t>……………………………………</w:t>
      </w:r>
    </w:p>
    <w:p w:rsidR="004C4F0A" w:rsidRPr="00C5222E" w:rsidRDefault="004C4F0A">
      <w:pPr>
        <w:tabs>
          <w:tab w:val="left" w:pos="6300"/>
        </w:tabs>
        <w:jc w:val="right"/>
        <w:rPr>
          <w:rFonts w:ascii="Calibri" w:hAnsi="Calibri"/>
          <w:b/>
          <w:sz w:val="20"/>
          <w:szCs w:val="20"/>
        </w:rPr>
      </w:pPr>
      <w:r w:rsidRPr="00C5222E">
        <w:rPr>
          <w:rFonts w:ascii="Calibri" w:hAnsi="Calibri"/>
          <w:b/>
          <w:sz w:val="20"/>
          <w:szCs w:val="20"/>
        </w:rPr>
        <w:t xml:space="preserve">For: </w:t>
      </w:r>
      <w:smartTag w:uri="urn:schemas-microsoft-com:office:smarttags" w:element="place">
        <w:r w:rsidRPr="00C5222E">
          <w:rPr>
            <w:rFonts w:ascii="Calibri" w:hAnsi="Calibri"/>
            <w:b/>
            <w:sz w:val="20"/>
            <w:szCs w:val="20"/>
          </w:rPr>
          <w:t>Waikato</w:t>
        </w:r>
      </w:smartTag>
      <w:r w:rsidRPr="00C5222E">
        <w:rPr>
          <w:rFonts w:ascii="Calibri" w:hAnsi="Calibri"/>
          <w:b/>
          <w:sz w:val="20"/>
          <w:szCs w:val="20"/>
        </w:rPr>
        <w:t xml:space="preserve"> Chamber of Commerce and Industry Inc</w:t>
      </w:r>
    </w:p>
    <w:p w:rsidR="004C4F0A" w:rsidRPr="00C5222E" w:rsidRDefault="004C4F0A">
      <w:pPr>
        <w:tabs>
          <w:tab w:val="left" w:pos="6300"/>
        </w:tabs>
        <w:jc w:val="right"/>
        <w:rPr>
          <w:rFonts w:ascii="Calibri" w:hAnsi="Calibri"/>
          <w:b/>
          <w:sz w:val="20"/>
          <w:szCs w:val="20"/>
        </w:rPr>
      </w:pPr>
    </w:p>
    <w:p w:rsidR="004C4F0A" w:rsidRPr="00C5222E" w:rsidRDefault="004C4F0A">
      <w:pPr>
        <w:tabs>
          <w:tab w:val="left" w:pos="6300"/>
        </w:tabs>
        <w:jc w:val="right"/>
        <w:rPr>
          <w:rFonts w:ascii="Calibri" w:hAnsi="Calibri"/>
          <w:b/>
          <w:sz w:val="20"/>
          <w:szCs w:val="20"/>
        </w:rPr>
      </w:pPr>
    </w:p>
    <w:p w:rsidR="007807FD" w:rsidRPr="00C5222E" w:rsidRDefault="007807FD">
      <w:pPr>
        <w:tabs>
          <w:tab w:val="left" w:pos="6300"/>
        </w:tabs>
        <w:jc w:val="right"/>
        <w:rPr>
          <w:rFonts w:ascii="Calibri" w:hAnsi="Calibri"/>
          <w:b/>
          <w:sz w:val="20"/>
          <w:szCs w:val="20"/>
        </w:rPr>
      </w:pPr>
    </w:p>
    <w:p w:rsidR="004C4F0A" w:rsidRDefault="004C4F0A">
      <w:pPr>
        <w:tabs>
          <w:tab w:val="left" w:pos="6300"/>
        </w:tabs>
        <w:jc w:val="right"/>
        <w:rPr>
          <w:sz w:val="20"/>
          <w:szCs w:val="20"/>
        </w:rPr>
      </w:pPr>
      <w:r w:rsidRPr="00C5222E">
        <w:rPr>
          <w:rFonts w:ascii="Calibri" w:hAnsi="Calibri"/>
          <w:b/>
          <w:sz w:val="20"/>
          <w:szCs w:val="20"/>
        </w:rPr>
        <w:t>Date: ..…</w:t>
      </w:r>
      <w:r w:rsidR="007807FD" w:rsidRPr="00C5222E">
        <w:rPr>
          <w:rFonts w:ascii="Calibri" w:hAnsi="Calibri"/>
          <w:b/>
          <w:sz w:val="20"/>
          <w:szCs w:val="20"/>
        </w:rPr>
        <w:t>………..</w:t>
      </w:r>
      <w:r w:rsidRPr="00C5222E">
        <w:rPr>
          <w:rFonts w:ascii="Calibri" w:hAnsi="Calibri"/>
          <w:b/>
          <w:sz w:val="20"/>
          <w:szCs w:val="20"/>
        </w:rPr>
        <w:t>………………………………….</w:t>
      </w:r>
    </w:p>
    <w:sectPr w:rsidR="004C4F0A" w:rsidSect="008E6478">
      <w:pgSz w:w="11906" w:h="16838"/>
      <w:pgMar w:top="360" w:right="707" w:bottom="18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oNotShadeFormData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4A2"/>
    <w:rsid w:val="00050FDD"/>
    <w:rsid w:val="0005730A"/>
    <w:rsid w:val="000967E7"/>
    <w:rsid w:val="000F6AF6"/>
    <w:rsid w:val="0014786E"/>
    <w:rsid w:val="00182B1E"/>
    <w:rsid w:val="001B494A"/>
    <w:rsid w:val="002134A2"/>
    <w:rsid w:val="00217D58"/>
    <w:rsid w:val="002212AD"/>
    <w:rsid w:val="00287273"/>
    <w:rsid w:val="0029392A"/>
    <w:rsid w:val="002D3CDF"/>
    <w:rsid w:val="003963E1"/>
    <w:rsid w:val="00423BAF"/>
    <w:rsid w:val="004C4F0A"/>
    <w:rsid w:val="004C74FA"/>
    <w:rsid w:val="004C7A92"/>
    <w:rsid w:val="004F0AB5"/>
    <w:rsid w:val="004F2CD2"/>
    <w:rsid w:val="0050620C"/>
    <w:rsid w:val="00581161"/>
    <w:rsid w:val="00581D66"/>
    <w:rsid w:val="00640AA9"/>
    <w:rsid w:val="006B568E"/>
    <w:rsid w:val="00715DD3"/>
    <w:rsid w:val="00763234"/>
    <w:rsid w:val="00764010"/>
    <w:rsid w:val="007807FD"/>
    <w:rsid w:val="00814028"/>
    <w:rsid w:val="00821067"/>
    <w:rsid w:val="008433EA"/>
    <w:rsid w:val="00853EBF"/>
    <w:rsid w:val="008933C5"/>
    <w:rsid w:val="008E6478"/>
    <w:rsid w:val="0092713E"/>
    <w:rsid w:val="009B054B"/>
    <w:rsid w:val="009B34D8"/>
    <w:rsid w:val="00AF693F"/>
    <w:rsid w:val="00B1283A"/>
    <w:rsid w:val="00B30E89"/>
    <w:rsid w:val="00B3353E"/>
    <w:rsid w:val="00C227E4"/>
    <w:rsid w:val="00C5222E"/>
    <w:rsid w:val="00C97824"/>
    <w:rsid w:val="00CC0A4A"/>
    <w:rsid w:val="00CC2794"/>
    <w:rsid w:val="00CC4D94"/>
    <w:rsid w:val="00E25BA2"/>
    <w:rsid w:val="00E36201"/>
    <w:rsid w:val="00E50077"/>
    <w:rsid w:val="00E6640D"/>
    <w:rsid w:val="00F0457D"/>
    <w:rsid w:val="00F23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b/>
      <w:szCs w:val="20"/>
      <w:lang w:val="en-US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0"/>
      <w:szCs w:val="20"/>
      <w:lang w:val="en-US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Cs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PlaceholderText">
    <w:name w:val="Placeholder Text"/>
    <w:uiPriority w:val="99"/>
    <w:semiHidden/>
    <w:rsid w:val="00C227E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b/>
      <w:szCs w:val="20"/>
      <w:lang w:val="en-US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0"/>
      <w:szCs w:val="20"/>
      <w:lang w:val="en-US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Cs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PlaceholderText">
    <w:name w:val="Placeholder Text"/>
    <w:uiPriority w:val="99"/>
    <w:semiHidden/>
    <w:rsid w:val="00C227E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95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glossaryDocument" Target="glossary/document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00.%20Waikato%20Chamber%20of%20Commerce\Certificates%20of%20Origin\CERTIFICATE%20OF%20FOREIGN%20ORIGIN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A3E1D283BE1430A966AD9D5D3F078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A0A67E-2998-4999-8A18-0DBA8CA6785D}"/>
      </w:docPartPr>
      <w:docPartBody>
        <w:p w:rsidR="00B50D82" w:rsidRDefault="00B50D82">
          <w:pPr>
            <w:pStyle w:val="BA3E1D283BE1430A966AD9D5D3F0780B"/>
          </w:pPr>
          <w:r w:rsidRPr="00E6640D">
            <w:rPr>
              <w:rStyle w:val="PlaceholderText"/>
            </w:rPr>
            <w:t>Click here to enter text.</w:t>
          </w:r>
        </w:p>
      </w:docPartBody>
    </w:docPart>
    <w:docPart>
      <w:docPartPr>
        <w:name w:val="32FB9F027386407490763899BDE43D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ECDC38-7BFC-47E2-BD57-B5704A30EE1A}"/>
      </w:docPartPr>
      <w:docPartBody>
        <w:p w:rsidR="00B50D82" w:rsidRDefault="00B50D82">
          <w:pPr>
            <w:pStyle w:val="32FB9F027386407490763899BDE43D1F"/>
          </w:pPr>
          <w:r w:rsidRPr="00E6640D">
            <w:rPr>
              <w:rStyle w:val="PlaceholderText"/>
            </w:rPr>
            <w:t>Click here to enter text.</w:t>
          </w:r>
        </w:p>
      </w:docPartBody>
    </w:docPart>
    <w:docPart>
      <w:docPartPr>
        <w:name w:val="87080AD2720B4C42BB4EC38CE55116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2BD25A-CA8F-4E7C-9E87-69FF6BA939F2}"/>
      </w:docPartPr>
      <w:docPartBody>
        <w:p w:rsidR="00B50D82" w:rsidRDefault="00B50D82">
          <w:pPr>
            <w:pStyle w:val="87080AD2720B4C42BB4EC38CE5511680"/>
          </w:pPr>
          <w:r w:rsidRPr="00E6640D">
            <w:rPr>
              <w:rStyle w:val="PlaceholderText"/>
            </w:rPr>
            <w:t>Click here to enter text</w:t>
          </w:r>
          <w:r w:rsidRPr="002F6346">
            <w:rPr>
              <w:rStyle w:val="PlaceholderText"/>
            </w:rPr>
            <w:t>.</w:t>
          </w:r>
        </w:p>
      </w:docPartBody>
    </w:docPart>
    <w:docPart>
      <w:docPartPr>
        <w:name w:val="EFA1A2463B4E4851B17E77F18E0303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361DC4-D918-4EBB-B0B5-F3B4CC033178}"/>
      </w:docPartPr>
      <w:docPartBody>
        <w:p w:rsidR="00B50D82" w:rsidRDefault="00B50D82">
          <w:pPr>
            <w:pStyle w:val="EFA1A2463B4E4851B17E77F18E0303CA"/>
          </w:pPr>
          <w:r w:rsidRPr="00E6640D">
            <w:rPr>
              <w:rStyle w:val="PlaceholderText"/>
            </w:rPr>
            <w:t>Click here to enter text.</w:t>
          </w:r>
        </w:p>
      </w:docPartBody>
    </w:docPart>
    <w:docPart>
      <w:docPartPr>
        <w:name w:val="F831B7949D204EB2A40A87932B5DBD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B8BDD8-7373-47D6-A71D-AED797B9C43A}"/>
      </w:docPartPr>
      <w:docPartBody>
        <w:p w:rsidR="00B50D82" w:rsidRDefault="00B50D82">
          <w:pPr>
            <w:pStyle w:val="F831B7949D204EB2A40A87932B5DBDB6"/>
          </w:pPr>
          <w:r w:rsidRPr="002F6346">
            <w:rPr>
              <w:rStyle w:val="PlaceholderText"/>
            </w:rPr>
            <w:t>Click here to enter text.</w:t>
          </w:r>
        </w:p>
      </w:docPartBody>
    </w:docPart>
    <w:docPart>
      <w:docPartPr>
        <w:name w:val="5E011E47DE9844189BBE804DE36656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C07028-6CE2-4BEC-A414-901D019EDBAA}"/>
      </w:docPartPr>
      <w:docPartBody>
        <w:p w:rsidR="00B50D82" w:rsidRDefault="00B50D82">
          <w:pPr>
            <w:pStyle w:val="5E011E47DE9844189BBE804DE3665695"/>
          </w:pPr>
          <w:r w:rsidRPr="00E6640D">
            <w:rPr>
              <w:rStyle w:val="PlaceholderText"/>
            </w:rPr>
            <w:t>Click here to enter text.</w:t>
          </w:r>
        </w:p>
      </w:docPartBody>
    </w:docPart>
    <w:docPart>
      <w:docPartPr>
        <w:name w:val="D637A39F282A47068B984E36199A73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B116CA-A197-41B6-A81D-AC9C8E8E7096}"/>
      </w:docPartPr>
      <w:docPartBody>
        <w:p w:rsidR="00B50D82" w:rsidRDefault="00B50D82">
          <w:pPr>
            <w:pStyle w:val="D637A39F282A47068B984E36199A73EF"/>
          </w:pPr>
          <w:r w:rsidRPr="00E6640D">
            <w:rPr>
              <w:rStyle w:val="PlaceholderText"/>
            </w:rPr>
            <w:t>Click here to enter text</w:t>
          </w:r>
          <w:r w:rsidRPr="002F6346">
            <w:rPr>
              <w:rStyle w:val="PlaceholderText"/>
            </w:rPr>
            <w:t>.</w:t>
          </w:r>
        </w:p>
      </w:docPartBody>
    </w:docPart>
    <w:docPart>
      <w:docPartPr>
        <w:name w:val="A81869E794AA4ECBAA5A1C10E6FCBF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B3C37-326B-49BB-AEDC-0B7EA51351F5}"/>
      </w:docPartPr>
      <w:docPartBody>
        <w:p w:rsidR="00B50D82" w:rsidRDefault="00B50D82">
          <w:pPr>
            <w:pStyle w:val="A81869E794AA4ECBAA5A1C10E6FCBFCB"/>
          </w:pPr>
          <w:r w:rsidRPr="00E6640D">
            <w:rPr>
              <w:rStyle w:val="PlaceholderText"/>
            </w:rPr>
            <w:t>Click here to enter text.</w:t>
          </w:r>
        </w:p>
      </w:docPartBody>
    </w:docPart>
    <w:docPart>
      <w:docPartPr>
        <w:name w:val="835DB1CF6C14477797FAD80C58DC5C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BB7F48-B620-4B19-AFC5-21E8C6316D24}"/>
      </w:docPartPr>
      <w:docPartBody>
        <w:p w:rsidR="00B50D82" w:rsidRDefault="00B50D82">
          <w:pPr>
            <w:pStyle w:val="835DB1CF6C14477797FAD80C58DC5C63"/>
          </w:pPr>
          <w:r w:rsidRPr="00E6640D">
            <w:rPr>
              <w:rStyle w:val="PlaceholderText"/>
            </w:rPr>
            <w:t>Click here to enter text.</w:t>
          </w:r>
        </w:p>
      </w:docPartBody>
    </w:docPart>
    <w:docPart>
      <w:docPartPr>
        <w:name w:val="8B73F8DE3C4941BAA722A35AE04B73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835759-418C-46B0-85A8-35292CB7FE66}"/>
      </w:docPartPr>
      <w:docPartBody>
        <w:p w:rsidR="00B50D82" w:rsidRDefault="00B50D82">
          <w:pPr>
            <w:pStyle w:val="8B73F8DE3C4941BAA722A35AE04B73EF"/>
          </w:pPr>
          <w:r w:rsidRPr="002F6346">
            <w:rPr>
              <w:rStyle w:val="PlaceholderText"/>
            </w:rPr>
            <w:t xml:space="preserve">Click here to enter </w:t>
          </w:r>
          <w:r w:rsidRPr="002F6346">
            <w:rPr>
              <w:rStyle w:val="PlaceholderText"/>
            </w:rPr>
            <w:t>text.</w:t>
          </w:r>
        </w:p>
      </w:docPartBody>
    </w:docPart>
    <w:docPart>
      <w:docPartPr>
        <w:name w:val="C973AC2BD8854705A5FE7645F0D097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7293AC-B7CE-4006-B8B4-70649C378D14}"/>
      </w:docPartPr>
      <w:docPartBody>
        <w:p w:rsidR="00B50D82" w:rsidRDefault="00B50D82">
          <w:pPr>
            <w:pStyle w:val="C973AC2BD8854705A5FE7645F0D0978B"/>
          </w:pPr>
          <w:r w:rsidRPr="00E6640D">
            <w:rPr>
              <w:rStyle w:val="PlaceholderText"/>
              <w:sz w:val="20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D82"/>
    <w:rsid w:val="00B50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Pr>
      <w:color w:val="808080"/>
    </w:rPr>
  </w:style>
  <w:style w:type="paragraph" w:customStyle="1" w:styleId="BA3E1D283BE1430A966AD9D5D3F0780B">
    <w:name w:val="BA3E1D283BE1430A966AD9D5D3F0780B"/>
  </w:style>
  <w:style w:type="paragraph" w:customStyle="1" w:styleId="32FB9F027386407490763899BDE43D1F">
    <w:name w:val="32FB9F027386407490763899BDE43D1F"/>
  </w:style>
  <w:style w:type="paragraph" w:customStyle="1" w:styleId="87080AD2720B4C42BB4EC38CE5511680">
    <w:name w:val="87080AD2720B4C42BB4EC38CE5511680"/>
  </w:style>
  <w:style w:type="paragraph" w:customStyle="1" w:styleId="EFA1A2463B4E4851B17E77F18E0303CA">
    <w:name w:val="EFA1A2463B4E4851B17E77F18E0303CA"/>
  </w:style>
  <w:style w:type="paragraph" w:customStyle="1" w:styleId="F831B7949D204EB2A40A87932B5DBDB6">
    <w:name w:val="F831B7949D204EB2A40A87932B5DBDB6"/>
  </w:style>
  <w:style w:type="paragraph" w:customStyle="1" w:styleId="5E011E47DE9844189BBE804DE3665695">
    <w:name w:val="5E011E47DE9844189BBE804DE3665695"/>
  </w:style>
  <w:style w:type="paragraph" w:customStyle="1" w:styleId="D637A39F282A47068B984E36199A73EF">
    <w:name w:val="D637A39F282A47068B984E36199A73EF"/>
  </w:style>
  <w:style w:type="paragraph" w:customStyle="1" w:styleId="A81869E794AA4ECBAA5A1C10E6FCBFCB">
    <w:name w:val="A81869E794AA4ECBAA5A1C10E6FCBFCB"/>
  </w:style>
  <w:style w:type="paragraph" w:customStyle="1" w:styleId="835DB1CF6C14477797FAD80C58DC5C63">
    <w:name w:val="835DB1CF6C14477797FAD80C58DC5C63"/>
  </w:style>
  <w:style w:type="paragraph" w:customStyle="1" w:styleId="8B73F8DE3C4941BAA722A35AE04B73EF">
    <w:name w:val="8B73F8DE3C4941BAA722A35AE04B73EF"/>
  </w:style>
  <w:style w:type="paragraph" w:customStyle="1" w:styleId="C973AC2BD8854705A5FE7645F0D0978B">
    <w:name w:val="C973AC2BD8854705A5FE7645F0D0978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Pr>
      <w:color w:val="808080"/>
    </w:rPr>
  </w:style>
  <w:style w:type="paragraph" w:customStyle="1" w:styleId="BA3E1D283BE1430A966AD9D5D3F0780B">
    <w:name w:val="BA3E1D283BE1430A966AD9D5D3F0780B"/>
  </w:style>
  <w:style w:type="paragraph" w:customStyle="1" w:styleId="32FB9F027386407490763899BDE43D1F">
    <w:name w:val="32FB9F027386407490763899BDE43D1F"/>
  </w:style>
  <w:style w:type="paragraph" w:customStyle="1" w:styleId="87080AD2720B4C42BB4EC38CE5511680">
    <w:name w:val="87080AD2720B4C42BB4EC38CE5511680"/>
  </w:style>
  <w:style w:type="paragraph" w:customStyle="1" w:styleId="EFA1A2463B4E4851B17E77F18E0303CA">
    <w:name w:val="EFA1A2463B4E4851B17E77F18E0303CA"/>
  </w:style>
  <w:style w:type="paragraph" w:customStyle="1" w:styleId="F831B7949D204EB2A40A87932B5DBDB6">
    <w:name w:val="F831B7949D204EB2A40A87932B5DBDB6"/>
  </w:style>
  <w:style w:type="paragraph" w:customStyle="1" w:styleId="5E011E47DE9844189BBE804DE3665695">
    <w:name w:val="5E011E47DE9844189BBE804DE3665695"/>
  </w:style>
  <w:style w:type="paragraph" w:customStyle="1" w:styleId="D637A39F282A47068B984E36199A73EF">
    <w:name w:val="D637A39F282A47068B984E36199A73EF"/>
  </w:style>
  <w:style w:type="paragraph" w:customStyle="1" w:styleId="A81869E794AA4ECBAA5A1C10E6FCBFCB">
    <w:name w:val="A81869E794AA4ECBAA5A1C10E6FCBFCB"/>
  </w:style>
  <w:style w:type="paragraph" w:customStyle="1" w:styleId="835DB1CF6C14477797FAD80C58DC5C63">
    <w:name w:val="835DB1CF6C14477797FAD80C58DC5C63"/>
  </w:style>
  <w:style w:type="paragraph" w:customStyle="1" w:styleId="8B73F8DE3C4941BAA722A35AE04B73EF">
    <w:name w:val="8B73F8DE3C4941BAA722A35AE04B73EF"/>
  </w:style>
  <w:style w:type="paragraph" w:customStyle="1" w:styleId="C973AC2BD8854705A5FE7645F0D0978B">
    <w:name w:val="C973AC2BD8854705A5FE7645F0D097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183510C607D72B419348D31181608E9E0008D9CFBD79DA8B458E1900DBE0189CC7" ma:contentTypeVersion="4" ma:contentTypeDescription="A blank Microsoft Word document." ma:contentTypeScope="" ma:versionID="0d94bbd98258f8c72eda60a42c2f118e">
  <xsd:schema xmlns:xsd="http://www.w3.org/2001/XMLSchema" xmlns:xs="http://www.w3.org/2001/XMLSchema" xmlns:p="http://schemas.microsoft.com/office/2006/metadata/properties" xmlns:ns2="3377bd16-d151-48d3-be27-142e49b7d908" targetNamespace="http://schemas.microsoft.com/office/2006/metadata/properties" ma:root="true" ma:fieldsID="cbf2a1c7269a26dc8d4cb49313996fdd" ns2:_="">
    <xsd:import namespace="3377bd16-d151-48d3-be27-142e49b7d90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77bd16-d151-48d3-be27-142e49b7d90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0CC3D-5BC8-4E62-8F15-E012506BAC53}">
  <ds:schemaRefs>
    <ds:schemaRef ds:uri="3377bd16-d151-48d3-be27-142e49b7d908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073B21D-0958-4E58-A683-FA8A19FDF4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614257-342A-4E6A-8AB5-1F6F3CBFED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77bd16-d151-48d3-be27-142e49b7d9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FACD73-A025-490E-A78A-FC00D115B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CERTIFICATE OF FOREIGN ORIGIN</Template>
  <TotalTime>0</TotalTime>
  <Pages>1</Pages>
  <Words>216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Waikato Chamber of Commerce</Company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Reception</dc:creator>
  <cp:lastModifiedBy>Reception</cp:lastModifiedBy>
  <cp:revision>2</cp:revision>
  <cp:lastPrinted>2014-09-30T01:37:00Z</cp:lastPrinted>
  <dcterms:created xsi:type="dcterms:W3CDTF">2015-12-10T23:43:00Z</dcterms:created>
  <dcterms:modified xsi:type="dcterms:W3CDTF">2015-12-10T23:43:00Z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-1713695956</vt:i4>
  </property>
  <property fmtid="{D5CDD505-2E9C-101B-9397-08002B2CF9AE}" pid="3" name="_EmailSubject">
    <vt:lpwstr>Certifcate of origin</vt:lpwstr>
  </property>
  <property fmtid="{D5CDD505-2E9C-101B-9397-08002B2CF9AE}" pid="4" name="_AuthorEmail">
    <vt:lpwstr>joseph@dgc.co.nz</vt:lpwstr>
  </property>
  <property fmtid="{D5CDD505-2E9C-101B-9397-08002B2CF9AE}" pid="5" name="_AuthorEmailDisplayName">
    <vt:lpwstr>Joseph Sanju</vt:lpwstr>
  </property>
  <property fmtid="{D5CDD505-2E9C-101B-9397-08002B2CF9AE}" pid="6" name="_ReviewingToolsShownOnce">
    <vt:lpwstr/>
  </property>
  <property fmtid="{D5CDD505-2E9C-101B-9397-08002B2CF9AE}" pid="7" name="ContentTypeId">
    <vt:lpwstr>0x010100183510C607D72B419348D31181608E9E0008D9CFBD79DA8B458E1900DBE0189CC7</vt:lpwstr>
  </property>
</Properties>
</file>